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640" w:type="dxa"/>
        <w:tblInd w:w="-289" w:type="dxa"/>
        <w:tblLook w:val="04A0" w:firstRow="1" w:lastRow="0" w:firstColumn="1" w:lastColumn="0" w:noHBand="0" w:noVBand="1"/>
      </w:tblPr>
      <w:tblGrid>
        <w:gridCol w:w="2354"/>
        <w:gridCol w:w="2153"/>
        <w:gridCol w:w="2888"/>
        <w:gridCol w:w="2245"/>
      </w:tblGrid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bookmarkStart w:id="0" w:name="_GoBack"/>
            <w:bookmarkEnd w:id="0"/>
            <w:r w:rsidRPr="00162E9F">
              <w:rPr>
                <w:rFonts w:ascii="Verdana" w:hAnsi="Verdana"/>
                <w:b/>
                <w:sz w:val="16"/>
                <w:szCs w:val="16"/>
              </w:rPr>
              <w:t>Persoon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Werkl</w:t>
            </w:r>
            <w:r w:rsidRPr="00162E9F">
              <w:rPr>
                <w:rFonts w:ascii="Verdana" w:hAnsi="Verdana"/>
                <w:b/>
                <w:sz w:val="16"/>
                <w:szCs w:val="16"/>
              </w:rPr>
              <w:t>ocatie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Geslacht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1</w:t>
            </w:r>
          </w:p>
        </w:tc>
        <w:tc>
          <w:tcPr>
            <w:tcW w:w="2245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Voornamen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2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Roepnaam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Locatie 3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Voorletters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Naamgebruik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Aanspreektitel</w:t>
            </w:r>
          </w:p>
        </w:tc>
        <w:tc>
          <w:tcPr>
            <w:tcW w:w="2245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Voorvoegsel geb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162E9F">
              <w:rPr>
                <w:rFonts w:ascii="Verdana" w:hAnsi="Verdana"/>
                <w:sz w:val="16"/>
                <w:szCs w:val="16"/>
              </w:rPr>
              <w:t>naam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Geboortenaam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Rooster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Voorvoegsel partner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Aantal dagen per week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Geboortenaam partner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Aantal uren per week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Parttime (%)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Adres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Land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B477CC" w:rsidRDefault="00B477CC" w:rsidP="00B477CC">
            <w:pPr>
              <w:rPr>
                <w:rFonts w:ascii="Verdana" w:hAnsi="Verdana"/>
                <w:b/>
                <w:sz w:val="16"/>
                <w:szCs w:val="16"/>
              </w:rPr>
            </w:pPr>
            <w:r w:rsidRPr="00B477CC">
              <w:rPr>
                <w:rFonts w:ascii="Verdana" w:hAnsi="Verdana"/>
                <w:b/>
                <w:sz w:val="16"/>
                <w:szCs w:val="16"/>
              </w:rPr>
              <w:t>Looncomponent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Postcode en huisnummer</w:t>
            </w:r>
          </w:p>
        </w:tc>
        <w:tc>
          <w:tcPr>
            <w:tcW w:w="2153" w:type="dxa"/>
          </w:tcPr>
          <w:p w:rsidR="00B477CC" w:rsidRPr="00162E9F" w:rsidRDefault="00E67841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1</w:t>
            </w:r>
          </w:p>
        </w:tc>
        <w:tc>
          <w:tcPr>
            <w:tcW w:w="2245" w:type="dxa"/>
          </w:tcPr>
          <w:p w:rsidR="00B477CC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Toevoeging huisnummer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2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Postcode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Aantal reisdagen locatie 3</w:t>
            </w: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Woonplaats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88" w:type="dxa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45" w:type="dxa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Communicatiegegevens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B477CC" w:rsidRPr="00162E9F" w:rsidRDefault="00B477CC" w:rsidP="00B477CC">
            <w:pPr>
              <w:rPr>
                <w:rFonts w:ascii="Verdana" w:hAnsi="Verdana"/>
                <w:sz w:val="16"/>
                <w:szCs w:val="16"/>
              </w:rPr>
            </w:pPr>
            <w:r w:rsidRPr="00B477CC">
              <w:rPr>
                <w:rFonts w:ascii="Verdana" w:hAnsi="Verdana"/>
                <w:b/>
                <w:sz w:val="16"/>
                <w:szCs w:val="16"/>
              </w:rPr>
              <w:t>Contractafspraken</w:t>
            </w: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Telefoonnummer privé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 w:val="restart"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Mobiel privé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  <w:r w:rsidRPr="00162E9F">
              <w:rPr>
                <w:rFonts w:ascii="Verdana" w:hAnsi="Verdana"/>
                <w:sz w:val="16"/>
                <w:szCs w:val="16"/>
              </w:rPr>
              <w:t>-mail privé</w:t>
            </w:r>
          </w:p>
        </w:tc>
        <w:tc>
          <w:tcPr>
            <w:tcW w:w="2153" w:type="dxa"/>
          </w:tcPr>
          <w:p w:rsidR="00B477CC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Telefoonnummer werk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Titulatuur correspondentie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77CC" w:rsidRPr="00162E9F" w:rsidTr="00A55638">
        <w:tc>
          <w:tcPr>
            <w:tcW w:w="2354" w:type="dxa"/>
          </w:tcPr>
          <w:p w:rsidR="00B477CC" w:rsidRPr="00162E9F" w:rsidRDefault="00B477CC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Titel/aanhef</w:t>
            </w:r>
          </w:p>
        </w:tc>
        <w:tc>
          <w:tcPr>
            <w:tcW w:w="2153" w:type="dxa"/>
          </w:tcPr>
          <w:p w:rsidR="00B477CC" w:rsidRPr="00162E9F" w:rsidRDefault="00B477CC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B477CC" w:rsidRPr="00162E9F" w:rsidRDefault="00B477CC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F87BFA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001291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Persoonsgegevens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E67841" w:rsidP="00A5563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</w:tc>
      </w:tr>
      <w:tr w:rsidR="00A55638" w:rsidRPr="00162E9F" w:rsidTr="00A55638">
        <w:trPr>
          <w:trHeight w:val="230"/>
        </w:trPr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BSN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>ID-bewijs (bij paspoort ook 2</w:t>
            </w:r>
            <w:r w:rsidRPr="00A55638">
              <w:rPr>
                <w:rFonts w:ascii="Verdana" w:hAnsi="Verdana"/>
                <w:sz w:val="16"/>
                <w:szCs w:val="16"/>
                <w:vertAlign w:val="superscript"/>
              </w:rPr>
              <w:t>e</w:t>
            </w:r>
            <w:r w:rsidRPr="00A55638">
              <w:rPr>
                <w:rFonts w:ascii="Verdana" w:hAnsi="Verdana"/>
                <w:sz w:val="16"/>
                <w:szCs w:val="16"/>
              </w:rPr>
              <w:t xml:space="preserve"> pagina met BSN)</w:t>
            </w:r>
          </w:p>
        </w:tc>
      </w:tr>
      <w:tr w:rsidR="00A55638" w:rsidRPr="00162E9F" w:rsidTr="00B7019E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Nationaliteit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 xml:space="preserve">Formulier indiensttreding medewerker </w:t>
            </w:r>
          </w:p>
        </w:tc>
      </w:tr>
      <w:tr w:rsidR="00A55638" w:rsidRPr="00162E9F" w:rsidTr="00A55638">
        <w:trPr>
          <w:trHeight w:val="296"/>
        </w:trPr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Geboortedatum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A55638">
            <w:pPr>
              <w:rPr>
                <w:rFonts w:ascii="Verdana" w:hAnsi="Verdana"/>
                <w:sz w:val="16"/>
                <w:szCs w:val="16"/>
              </w:rPr>
            </w:pPr>
            <w:r w:rsidRPr="00A55638">
              <w:rPr>
                <w:rFonts w:ascii="Verdana" w:hAnsi="Verdana"/>
                <w:sz w:val="16"/>
                <w:szCs w:val="16"/>
              </w:rPr>
              <w:t>Akkoord bedrijfsgezondheidszorg (indien van toepassing)</w:t>
            </w:r>
          </w:p>
        </w:tc>
      </w:tr>
      <w:tr w:rsidR="00A55638" w:rsidRPr="00162E9F" w:rsidTr="00E9186F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Geboorteland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CF2E8F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Geboorteplaats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BA7610">
        <w:tc>
          <w:tcPr>
            <w:tcW w:w="2354" w:type="dxa"/>
          </w:tcPr>
          <w:p w:rsidR="00A55638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Bankgegevens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 w:val="restart"/>
          </w:tcPr>
          <w:p w:rsidR="00A55638" w:rsidRPr="00E67841" w:rsidRDefault="00E67841" w:rsidP="00E67841">
            <w:pPr>
              <w:pStyle w:val="Lijstalinea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*Verplicht veld</w:t>
            </w: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IBAN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BIG registratie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Registratienummer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Vervaldatum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Soort registratie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162E9F">
              <w:rPr>
                <w:rFonts w:ascii="Verdana" w:hAnsi="Verdana"/>
                <w:b/>
                <w:sz w:val="16"/>
                <w:szCs w:val="16"/>
              </w:rPr>
              <w:t>Contract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Begindatum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Einddatum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Begindatum contractketen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Type contract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Werkgever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Formatieplaats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Organisatorische eenheid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 xml:space="preserve">Functie 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162E9F">
              <w:rPr>
                <w:rFonts w:ascii="Verdana" w:hAnsi="Verdana"/>
                <w:sz w:val="16"/>
                <w:szCs w:val="16"/>
              </w:rPr>
              <w:t>Kostenplaats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Salaris</w:t>
            </w:r>
          </w:p>
        </w:tc>
        <w:tc>
          <w:tcPr>
            <w:tcW w:w="2153" w:type="dxa"/>
          </w:tcPr>
          <w:p w:rsidR="00A55638" w:rsidRPr="00162E9F" w:rsidRDefault="00A55638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Salarisschaal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Trede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Inpastabelnummer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Periodiekmaand</w:t>
            </w:r>
            <w:r w:rsidR="00062BC3">
              <w:rPr>
                <w:rFonts w:ascii="Verdana" w:hAnsi="Verdana"/>
                <w:sz w:val="16"/>
                <w:szCs w:val="16"/>
              </w:rPr>
              <w:t xml:space="preserve"> (1-12)</w:t>
            </w:r>
          </w:p>
        </w:tc>
        <w:tc>
          <w:tcPr>
            <w:tcW w:w="2153" w:type="dxa"/>
          </w:tcPr>
          <w:p w:rsidR="00A55638" w:rsidRPr="00162E9F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B477CC" w:rsidTr="00E37584">
        <w:tc>
          <w:tcPr>
            <w:tcW w:w="2354" w:type="dxa"/>
          </w:tcPr>
          <w:p w:rsidR="00A55638" w:rsidRPr="00B477CC" w:rsidRDefault="00A55638" w:rsidP="00B477CC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B477CC">
              <w:rPr>
                <w:rFonts w:ascii="Verdana" w:hAnsi="Verdana"/>
                <w:sz w:val="16"/>
                <w:szCs w:val="16"/>
              </w:rPr>
              <w:t>Eerste periodiek</w:t>
            </w:r>
            <w:r w:rsidR="00062BC3">
              <w:rPr>
                <w:rFonts w:ascii="Verdana" w:hAnsi="Verdana"/>
                <w:sz w:val="16"/>
                <w:szCs w:val="16"/>
              </w:rPr>
              <w:t xml:space="preserve"> (JJJJMM)</w:t>
            </w:r>
          </w:p>
        </w:tc>
        <w:tc>
          <w:tcPr>
            <w:tcW w:w="2153" w:type="dxa"/>
          </w:tcPr>
          <w:p w:rsidR="00A55638" w:rsidRPr="00B477CC" w:rsidRDefault="00062BC3" w:rsidP="00B477CC">
            <w:pPr>
              <w:spacing w:line="276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*</w:t>
            </w:r>
          </w:p>
        </w:tc>
        <w:tc>
          <w:tcPr>
            <w:tcW w:w="5133" w:type="dxa"/>
            <w:gridSpan w:val="2"/>
            <w:vMerge/>
          </w:tcPr>
          <w:p w:rsidR="00A55638" w:rsidRPr="00B477CC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55638" w:rsidRPr="00162E9F" w:rsidTr="00E37584">
        <w:tc>
          <w:tcPr>
            <w:tcW w:w="2354" w:type="dxa"/>
          </w:tcPr>
          <w:p w:rsidR="00A55638" w:rsidRPr="00162E9F" w:rsidRDefault="00A55638" w:rsidP="00B477C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53" w:type="dxa"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33" w:type="dxa"/>
            <w:gridSpan w:val="2"/>
            <w:vMerge/>
          </w:tcPr>
          <w:p w:rsidR="00A55638" w:rsidRPr="00162E9F" w:rsidRDefault="00A55638" w:rsidP="00B477C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93EE9" w:rsidRDefault="00193EE9" w:rsidP="00B477CC">
      <w:pPr>
        <w:spacing w:after="0"/>
        <w:rPr>
          <w:rFonts w:ascii="Verdana" w:hAnsi="Verdana"/>
          <w:sz w:val="16"/>
          <w:szCs w:val="16"/>
        </w:rPr>
      </w:pPr>
    </w:p>
    <w:sectPr w:rsidR="00193EE9" w:rsidSect="00B477CC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81" w:rsidRDefault="00864381" w:rsidP="00864381">
      <w:pPr>
        <w:spacing w:after="0" w:line="240" w:lineRule="auto"/>
      </w:pPr>
      <w:r>
        <w:separator/>
      </w:r>
    </w:p>
  </w:endnote>
  <w:endnote w:type="continuationSeparator" w:id="0">
    <w:p w:rsidR="00864381" w:rsidRDefault="00864381" w:rsidP="0086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81" w:rsidRDefault="00864381" w:rsidP="00864381">
      <w:pPr>
        <w:spacing w:after="0" w:line="240" w:lineRule="auto"/>
      </w:pPr>
      <w:r>
        <w:separator/>
      </w:r>
    </w:p>
  </w:footnote>
  <w:footnote w:type="continuationSeparator" w:id="0">
    <w:p w:rsidR="00864381" w:rsidRDefault="00864381" w:rsidP="0086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81" w:rsidRPr="00B477CC" w:rsidRDefault="00290C03">
    <w:pPr>
      <w:pStyle w:val="Koptekst"/>
      <w:rPr>
        <w:b/>
      </w:rPr>
    </w:pPr>
    <w:r w:rsidRPr="00B477CC">
      <w:rPr>
        <w:b/>
        <w:noProof/>
        <w:lang w:eastAsia="nl-NL"/>
      </w:rPr>
      <w:drawing>
        <wp:anchor distT="0" distB="0" distL="114300" distR="114300" simplePos="0" relativeHeight="251659264" behindDoc="0" locked="0" layoutInCell="1" allowOverlap="1" wp14:anchorId="1BE52E99" wp14:editId="4239690A">
          <wp:simplePos x="0" y="0"/>
          <wp:positionH relativeFrom="column">
            <wp:posOffset>3571875</wp:posOffset>
          </wp:positionH>
          <wp:positionV relativeFrom="paragraph">
            <wp:posOffset>-314960</wp:posOffset>
          </wp:positionV>
          <wp:extent cx="2771775" cy="485775"/>
          <wp:effectExtent l="19050" t="0" r="9525" b="0"/>
          <wp:wrapNone/>
          <wp:docPr id="6" name="Afbeelding 6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 l="7438" t="7936" r="44463" b="11111"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3EE9" w:rsidRPr="00B477CC">
      <w:rPr>
        <w:b/>
      </w:rPr>
      <w:t>Nieuwe medewerker – formulier indien niet via E-HRM Insite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58FD"/>
    <w:multiLevelType w:val="hybridMultilevel"/>
    <w:tmpl w:val="6D0E287C"/>
    <w:lvl w:ilvl="0" w:tplc="6904478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A5407"/>
    <w:multiLevelType w:val="hybridMultilevel"/>
    <w:tmpl w:val="93F8373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4E"/>
    <w:rsid w:val="00015226"/>
    <w:rsid w:val="00017B3B"/>
    <w:rsid w:val="00061162"/>
    <w:rsid w:val="00062BC3"/>
    <w:rsid w:val="00085199"/>
    <w:rsid w:val="00086304"/>
    <w:rsid w:val="000948DF"/>
    <w:rsid w:val="000A7986"/>
    <w:rsid w:val="000B41E2"/>
    <w:rsid w:val="000B6BC6"/>
    <w:rsid w:val="000D6134"/>
    <w:rsid w:val="0010094E"/>
    <w:rsid w:val="001243AD"/>
    <w:rsid w:val="00150879"/>
    <w:rsid w:val="00153F2E"/>
    <w:rsid w:val="00162E9F"/>
    <w:rsid w:val="001707A5"/>
    <w:rsid w:val="00193EE9"/>
    <w:rsid w:val="001C4AF2"/>
    <w:rsid w:val="001D25EC"/>
    <w:rsid w:val="001D6CD8"/>
    <w:rsid w:val="001E3552"/>
    <w:rsid w:val="002123C1"/>
    <w:rsid w:val="00220B67"/>
    <w:rsid w:val="00252F03"/>
    <w:rsid w:val="00275D23"/>
    <w:rsid w:val="00290C03"/>
    <w:rsid w:val="00290F2D"/>
    <w:rsid w:val="00293A84"/>
    <w:rsid w:val="002B2D95"/>
    <w:rsid w:val="002E6A08"/>
    <w:rsid w:val="00333364"/>
    <w:rsid w:val="00333500"/>
    <w:rsid w:val="0035216B"/>
    <w:rsid w:val="003622A7"/>
    <w:rsid w:val="00370900"/>
    <w:rsid w:val="00381E56"/>
    <w:rsid w:val="00383FF6"/>
    <w:rsid w:val="003A04C5"/>
    <w:rsid w:val="003B2E26"/>
    <w:rsid w:val="003D1AC1"/>
    <w:rsid w:val="003F4621"/>
    <w:rsid w:val="00415A81"/>
    <w:rsid w:val="00436CD0"/>
    <w:rsid w:val="00474E08"/>
    <w:rsid w:val="004902DD"/>
    <w:rsid w:val="004B2182"/>
    <w:rsid w:val="004F25E9"/>
    <w:rsid w:val="004F5F35"/>
    <w:rsid w:val="00507C6E"/>
    <w:rsid w:val="00513D47"/>
    <w:rsid w:val="00520EF2"/>
    <w:rsid w:val="005454E5"/>
    <w:rsid w:val="00587991"/>
    <w:rsid w:val="005C27C6"/>
    <w:rsid w:val="005D236C"/>
    <w:rsid w:val="005D306E"/>
    <w:rsid w:val="005F40D8"/>
    <w:rsid w:val="005F7DA1"/>
    <w:rsid w:val="00640A33"/>
    <w:rsid w:val="00645E62"/>
    <w:rsid w:val="00651D5C"/>
    <w:rsid w:val="00657F18"/>
    <w:rsid w:val="006662B5"/>
    <w:rsid w:val="00676803"/>
    <w:rsid w:val="006B0995"/>
    <w:rsid w:val="006B1504"/>
    <w:rsid w:val="006B2A86"/>
    <w:rsid w:val="007240C7"/>
    <w:rsid w:val="007355F4"/>
    <w:rsid w:val="00754CDF"/>
    <w:rsid w:val="00792936"/>
    <w:rsid w:val="00792AA7"/>
    <w:rsid w:val="007B013E"/>
    <w:rsid w:val="007E3EF4"/>
    <w:rsid w:val="00800880"/>
    <w:rsid w:val="00804E62"/>
    <w:rsid w:val="00864065"/>
    <w:rsid w:val="00864381"/>
    <w:rsid w:val="0087444F"/>
    <w:rsid w:val="008C3B5A"/>
    <w:rsid w:val="009110FF"/>
    <w:rsid w:val="00941F96"/>
    <w:rsid w:val="00964C4A"/>
    <w:rsid w:val="009911A6"/>
    <w:rsid w:val="0099368A"/>
    <w:rsid w:val="00997CFA"/>
    <w:rsid w:val="009A51C4"/>
    <w:rsid w:val="009C6B9E"/>
    <w:rsid w:val="009E531A"/>
    <w:rsid w:val="009F51D8"/>
    <w:rsid w:val="00A145AD"/>
    <w:rsid w:val="00A15C40"/>
    <w:rsid w:val="00A37797"/>
    <w:rsid w:val="00A55638"/>
    <w:rsid w:val="00A74ABF"/>
    <w:rsid w:val="00A9426F"/>
    <w:rsid w:val="00AA1717"/>
    <w:rsid w:val="00AA5BC4"/>
    <w:rsid w:val="00AB6DEA"/>
    <w:rsid w:val="00AC1641"/>
    <w:rsid w:val="00AC2F31"/>
    <w:rsid w:val="00AC75B6"/>
    <w:rsid w:val="00AE6759"/>
    <w:rsid w:val="00B034A9"/>
    <w:rsid w:val="00B15193"/>
    <w:rsid w:val="00B477CC"/>
    <w:rsid w:val="00B515D7"/>
    <w:rsid w:val="00B67DE0"/>
    <w:rsid w:val="00B911D0"/>
    <w:rsid w:val="00BB4D3D"/>
    <w:rsid w:val="00BC1160"/>
    <w:rsid w:val="00BF22F3"/>
    <w:rsid w:val="00BF31B3"/>
    <w:rsid w:val="00C12EFF"/>
    <w:rsid w:val="00C17166"/>
    <w:rsid w:val="00C40A30"/>
    <w:rsid w:val="00C43726"/>
    <w:rsid w:val="00C544D1"/>
    <w:rsid w:val="00C553C6"/>
    <w:rsid w:val="00C64081"/>
    <w:rsid w:val="00C77794"/>
    <w:rsid w:val="00C87737"/>
    <w:rsid w:val="00C9412A"/>
    <w:rsid w:val="00CA49D8"/>
    <w:rsid w:val="00CB41E0"/>
    <w:rsid w:val="00CB7087"/>
    <w:rsid w:val="00CE79B3"/>
    <w:rsid w:val="00CF4B98"/>
    <w:rsid w:val="00D0172A"/>
    <w:rsid w:val="00D04803"/>
    <w:rsid w:val="00D05ADD"/>
    <w:rsid w:val="00D90198"/>
    <w:rsid w:val="00D921CE"/>
    <w:rsid w:val="00DC4FFA"/>
    <w:rsid w:val="00DF5A35"/>
    <w:rsid w:val="00DF73B2"/>
    <w:rsid w:val="00E274A4"/>
    <w:rsid w:val="00E6251D"/>
    <w:rsid w:val="00E67841"/>
    <w:rsid w:val="00E72F05"/>
    <w:rsid w:val="00E82F6D"/>
    <w:rsid w:val="00E93A6A"/>
    <w:rsid w:val="00EA7C65"/>
    <w:rsid w:val="00EB02C4"/>
    <w:rsid w:val="00EC4760"/>
    <w:rsid w:val="00EE0D4D"/>
    <w:rsid w:val="00EF551A"/>
    <w:rsid w:val="00F111ED"/>
    <w:rsid w:val="00F168AB"/>
    <w:rsid w:val="00F52C6B"/>
    <w:rsid w:val="00F571F3"/>
    <w:rsid w:val="00F9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6ACA-A339-4EF9-99C4-BF417637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31B3"/>
  </w:style>
  <w:style w:type="paragraph" w:styleId="Kop1">
    <w:name w:val="heading 1"/>
    <w:basedOn w:val="Standaard"/>
    <w:next w:val="Standaard"/>
    <w:link w:val="Kop1Char"/>
    <w:uiPriority w:val="9"/>
    <w:qFormat/>
    <w:rsid w:val="00BF3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31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F31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3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BF31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BF31B3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BF31B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raster">
    <w:name w:val="Table Grid"/>
    <w:basedOn w:val="Standaardtabel"/>
    <w:uiPriority w:val="59"/>
    <w:rsid w:val="00100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6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4381"/>
  </w:style>
  <w:style w:type="paragraph" w:styleId="Voettekst">
    <w:name w:val="footer"/>
    <w:basedOn w:val="Standaard"/>
    <w:link w:val="VoettekstChar"/>
    <w:uiPriority w:val="99"/>
    <w:unhideWhenUsed/>
    <w:rsid w:val="0086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4381"/>
  </w:style>
  <w:style w:type="paragraph" w:styleId="Lijstalinea">
    <w:name w:val="List Paragraph"/>
    <w:basedOn w:val="Standaard"/>
    <w:uiPriority w:val="34"/>
    <w:qFormat/>
    <w:rsid w:val="00193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19eb1d4cbba88ca2759bbb770dcaa01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8592D106</Template>
  <TotalTime>0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Hagaziekenhuis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C.deKiewit</dc:creator>
  <cp:keywords/>
  <dc:description/>
  <cp:lastModifiedBy>M.vanderSnoe</cp:lastModifiedBy>
  <cp:revision>2</cp:revision>
  <dcterms:created xsi:type="dcterms:W3CDTF">2019-01-15T09:09:00Z</dcterms:created>
  <dcterms:modified xsi:type="dcterms:W3CDTF">2019-01-15T09:09:00Z</dcterms:modified>
</cp:coreProperties>
</file>