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640" w:type="dxa"/>
        <w:tblInd w:w="-289" w:type="dxa"/>
        <w:tblLook w:val="04A0" w:firstRow="1" w:lastRow="0" w:firstColumn="1" w:lastColumn="0" w:noHBand="0" w:noVBand="1"/>
      </w:tblPr>
      <w:tblGrid>
        <w:gridCol w:w="2354"/>
        <w:gridCol w:w="2153"/>
        <w:gridCol w:w="2888"/>
        <w:gridCol w:w="2245"/>
      </w:tblGrid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bookmarkStart w:id="0" w:name="_GoBack"/>
            <w:bookmarkEnd w:id="0"/>
            <w:r w:rsidRPr="00162E9F">
              <w:rPr>
                <w:rFonts w:ascii="Verdana" w:hAnsi="Verdana"/>
                <w:b/>
                <w:sz w:val="16"/>
                <w:szCs w:val="16"/>
              </w:rPr>
              <w:t>Persoon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Werkl</w:t>
            </w:r>
            <w:r w:rsidRPr="00162E9F">
              <w:rPr>
                <w:rFonts w:ascii="Verdana" w:hAnsi="Verdana"/>
                <w:b/>
                <w:sz w:val="16"/>
                <w:szCs w:val="16"/>
              </w:rPr>
              <w:t>ocatie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Geslacht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1</w:t>
            </w:r>
          </w:p>
        </w:tc>
        <w:tc>
          <w:tcPr>
            <w:tcW w:w="2245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Voornamen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2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Roepnaam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3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Voorletters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Naamgebruik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Aanspreektitel</w:t>
            </w:r>
          </w:p>
        </w:tc>
        <w:tc>
          <w:tcPr>
            <w:tcW w:w="2245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 xml:space="preserve">Voorvoegsel </w:t>
            </w:r>
            <w:proofErr w:type="spellStart"/>
            <w:r w:rsidRPr="00162E9F">
              <w:rPr>
                <w:rFonts w:ascii="Verdana" w:hAnsi="Verdana"/>
                <w:sz w:val="16"/>
                <w:szCs w:val="16"/>
              </w:rPr>
              <w:t>geb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162E9F">
              <w:rPr>
                <w:rFonts w:ascii="Verdana" w:hAnsi="Verdana"/>
                <w:sz w:val="16"/>
                <w:szCs w:val="16"/>
              </w:rPr>
              <w:t>naam</w:t>
            </w:r>
            <w:proofErr w:type="spellEnd"/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Geboortenaam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Rooster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Voorvoegsel partner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Aantal dagen per week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Geboortenaam partner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Aantal uren per week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Parttime (%)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Adres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Land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B477CC" w:rsidRDefault="00B477CC" w:rsidP="00B477CC">
            <w:pPr>
              <w:rPr>
                <w:rFonts w:ascii="Verdana" w:hAnsi="Verdana"/>
                <w:b/>
                <w:sz w:val="16"/>
                <w:szCs w:val="16"/>
              </w:rPr>
            </w:pPr>
            <w:r w:rsidRPr="00B477CC">
              <w:rPr>
                <w:rFonts w:ascii="Verdana" w:hAnsi="Verdana"/>
                <w:b/>
                <w:sz w:val="16"/>
                <w:szCs w:val="16"/>
              </w:rPr>
              <w:t>Looncomponent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Postcode en huisnummer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1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Toevoeging huisnummer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2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Postcode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3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Woonplaats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Communicatiegegevens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 w:rsidRPr="00B477CC">
              <w:rPr>
                <w:rFonts w:ascii="Verdana" w:hAnsi="Verdana"/>
                <w:b/>
                <w:sz w:val="16"/>
                <w:szCs w:val="16"/>
              </w:rPr>
              <w:t>Contractafspraken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Telefoonnummer privé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 w:val="restart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Mobiel privé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  <w:r w:rsidRPr="00162E9F">
              <w:rPr>
                <w:rFonts w:ascii="Verdana" w:hAnsi="Verdana"/>
                <w:sz w:val="16"/>
                <w:szCs w:val="16"/>
              </w:rPr>
              <w:t>-mail privé</w:t>
            </w:r>
          </w:p>
        </w:tc>
        <w:tc>
          <w:tcPr>
            <w:tcW w:w="2153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Telefoonnummer werk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Titulatuur correspondentie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Titel/aanhef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F87BFA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001291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Persoonsgegevens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E67841" w:rsidP="00A5563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</w:tc>
      </w:tr>
      <w:tr w:rsidR="00A55638" w:rsidRPr="00162E9F" w:rsidTr="00A55638">
        <w:trPr>
          <w:trHeight w:val="230"/>
        </w:trPr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BSN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>ID-bewijs (bij paspoort ook 2</w:t>
            </w:r>
            <w:r w:rsidRPr="00A55638">
              <w:rPr>
                <w:rFonts w:ascii="Verdana" w:hAnsi="Verdana"/>
                <w:sz w:val="16"/>
                <w:szCs w:val="16"/>
                <w:vertAlign w:val="superscript"/>
              </w:rPr>
              <w:t>e</w:t>
            </w:r>
            <w:r w:rsidRPr="00A55638">
              <w:rPr>
                <w:rFonts w:ascii="Verdana" w:hAnsi="Verdana"/>
                <w:sz w:val="16"/>
                <w:szCs w:val="16"/>
              </w:rPr>
              <w:t xml:space="preserve"> pagina met BSN)</w:t>
            </w:r>
          </w:p>
        </w:tc>
      </w:tr>
      <w:tr w:rsidR="00A55638" w:rsidRPr="00162E9F" w:rsidTr="00B7019E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Nationaliteit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 xml:space="preserve">Formulier indiensttreding medewerker </w:t>
            </w:r>
          </w:p>
        </w:tc>
      </w:tr>
      <w:tr w:rsidR="00A55638" w:rsidRPr="00162E9F" w:rsidTr="00A55638">
        <w:trPr>
          <w:trHeight w:val="296"/>
        </w:trPr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Geboortedatum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>Akkoord bedrijfsgezondheidszorg (indien van toepassing)</w:t>
            </w:r>
          </w:p>
        </w:tc>
      </w:tr>
      <w:tr w:rsidR="00A55638" w:rsidRPr="00162E9F" w:rsidTr="00E9186F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Geboorteland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CF2E8F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Geboorteplaats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BA7610">
        <w:tc>
          <w:tcPr>
            <w:tcW w:w="2354" w:type="dxa"/>
          </w:tcPr>
          <w:p w:rsidR="00A55638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Bankgegevens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 w:val="restart"/>
          </w:tcPr>
          <w:p w:rsidR="00A55638" w:rsidRPr="00E67841" w:rsidRDefault="00E67841" w:rsidP="00E67841">
            <w:pPr>
              <w:pStyle w:val="Lijstaline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*Verplicht veld</w:t>
            </w: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IBAN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BIG registratie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Registratienummer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Vervaldatum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Soort registratie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Contract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Begindatum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Einddatum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Begindatum contractketen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Type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Werkgever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Formatieplaats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Organisatorische eenheid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 xml:space="preserve">Functie 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Kostenplaats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Salaris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Salarisschaal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Trede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Inpastabelnummer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Periodiekmaand</w:t>
            </w:r>
            <w:r w:rsidR="00062BC3">
              <w:rPr>
                <w:rFonts w:ascii="Verdana" w:hAnsi="Verdana"/>
                <w:sz w:val="16"/>
                <w:szCs w:val="16"/>
              </w:rPr>
              <w:t xml:space="preserve"> (1-12)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B477CC" w:rsidTr="00E37584">
        <w:tc>
          <w:tcPr>
            <w:tcW w:w="2354" w:type="dxa"/>
          </w:tcPr>
          <w:p w:rsidR="00A55638" w:rsidRPr="00B477CC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B477CC">
              <w:rPr>
                <w:rFonts w:ascii="Verdana" w:hAnsi="Verdana"/>
                <w:sz w:val="16"/>
                <w:szCs w:val="16"/>
              </w:rPr>
              <w:t>Eerste periodiek</w:t>
            </w:r>
            <w:r w:rsidR="00062BC3">
              <w:rPr>
                <w:rFonts w:ascii="Verdana" w:hAnsi="Verdana"/>
                <w:sz w:val="16"/>
                <w:szCs w:val="16"/>
              </w:rPr>
              <w:t xml:space="preserve"> (JJJJMM)</w:t>
            </w:r>
          </w:p>
        </w:tc>
        <w:tc>
          <w:tcPr>
            <w:tcW w:w="2153" w:type="dxa"/>
          </w:tcPr>
          <w:p w:rsidR="00A55638" w:rsidRPr="00B477CC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B477CC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93EE9" w:rsidRDefault="00193EE9" w:rsidP="00B477CC">
      <w:pPr>
        <w:spacing w:after="0"/>
        <w:rPr>
          <w:rFonts w:ascii="Verdana" w:hAnsi="Verdana"/>
          <w:sz w:val="16"/>
          <w:szCs w:val="16"/>
        </w:rPr>
      </w:pPr>
    </w:p>
    <w:sectPr w:rsidR="00193EE9" w:rsidSect="00B477CC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81" w:rsidRDefault="00864381" w:rsidP="00864381">
      <w:pPr>
        <w:spacing w:after="0" w:line="240" w:lineRule="auto"/>
      </w:pPr>
      <w:r>
        <w:separator/>
      </w:r>
    </w:p>
  </w:endnote>
  <w:endnote w:type="continuationSeparator" w:id="0">
    <w:p w:rsidR="00864381" w:rsidRDefault="00864381" w:rsidP="0086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81" w:rsidRDefault="00864381" w:rsidP="00864381">
      <w:pPr>
        <w:spacing w:after="0" w:line="240" w:lineRule="auto"/>
      </w:pPr>
      <w:r>
        <w:separator/>
      </w:r>
    </w:p>
  </w:footnote>
  <w:footnote w:type="continuationSeparator" w:id="0">
    <w:p w:rsidR="00864381" w:rsidRDefault="00864381" w:rsidP="0086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81" w:rsidRPr="00B477CC" w:rsidRDefault="00290C03">
    <w:pPr>
      <w:pStyle w:val="Koptekst"/>
      <w:rPr>
        <w:b/>
      </w:rPr>
    </w:pPr>
    <w:r w:rsidRPr="00B477CC">
      <w:rPr>
        <w:b/>
        <w:noProof/>
        <w:lang w:eastAsia="nl-NL"/>
      </w:rPr>
      <w:drawing>
        <wp:anchor distT="0" distB="0" distL="114300" distR="114300" simplePos="0" relativeHeight="251659264" behindDoc="0" locked="0" layoutInCell="1" allowOverlap="1" wp14:anchorId="1BE52E99" wp14:editId="4239690A">
          <wp:simplePos x="0" y="0"/>
          <wp:positionH relativeFrom="column">
            <wp:posOffset>3571875</wp:posOffset>
          </wp:positionH>
          <wp:positionV relativeFrom="paragraph">
            <wp:posOffset>-314960</wp:posOffset>
          </wp:positionV>
          <wp:extent cx="2771775" cy="485775"/>
          <wp:effectExtent l="19050" t="0" r="9525" b="0"/>
          <wp:wrapNone/>
          <wp:docPr id="6" name="Afbeelding 6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 l="7438" t="7936" r="44463" b="11111"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3EE9" w:rsidRPr="00B477CC">
      <w:rPr>
        <w:b/>
      </w:rPr>
      <w:t>Nieuwe medewerker – formulier indien niet via E-HRM Insite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58FD"/>
    <w:multiLevelType w:val="hybridMultilevel"/>
    <w:tmpl w:val="6D0E287C"/>
    <w:lvl w:ilvl="0" w:tplc="6904478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A5407"/>
    <w:multiLevelType w:val="hybridMultilevel"/>
    <w:tmpl w:val="93F8373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4E"/>
    <w:rsid w:val="00015226"/>
    <w:rsid w:val="00017B3B"/>
    <w:rsid w:val="00061162"/>
    <w:rsid w:val="00062BC3"/>
    <w:rsid w:val="00085199"/>
    <w:rsid w:val="00086304"/>
    <w:rsid w:val="000948DF"/>
    <w:rsid w:val="000A7986"/>
    <w:rsid w:val="000B41E2"/>
    <w:rsid w:val="000B6BC6"/>
    <w:rsid w:val="000D6134"/>
    <w:rsid w:val="0010094E"/>
    <w:rsid w:val="001243AD"/>
    <w:rsid w:val="00150879"/>
    <w:rsid w:val="00153F2E"/>
    <w:rsid w:val="00162E9F"/>
    <w:rsid w:val="001707A5"/>
    <w:rsid w:val="00193EE9"/>
    <w:rsid w:val="001C4AF2"/>
    <w:rsid w:val="001D25EC"/>
    <w:rsid w:val="001D6CD8"/>
    <w:rsid w:val="001E3552"/>
    <w:rsid w:val="002123C1"/>
    <w:rsid w:val="00220B67"/>
    <w:rsid w:val="00252F03"/>
    <w:rsid w:val="00275D23"/>
    <w:rsid w:val="00290C03"/>
    <w:rsid w:val="00290F2D"/>
    <w:rsid w:val="00293A84"/>
    <w:rsid w:val="002B2D95"/>
    <w:rsid w:val="002E6A08"/>
    <w:rsid w:val="00333364"/>
    <w:rsid w:val="00333500"/>
    <w:rsid w:val="0035216B"/>
    <w:rsid w:val="003622A7"/>
    <w:rsid w:val="00370900"/>
    <w:rsid w:val="00381E56"/>
    <w:rsid w:val="00383FF6"/>
    <w:rsid w:val="003A04C5"/>
    <w:rsid w:val="003B2E26"/>
    <w:rsid w:val="003D1AC1"/>
    <w:rsid w:val="003F4621"/>
    <w:rsid w:val="00415A81"/>
    <w:rsid w:val="00436CD0"/>
    <w:rsid w:val="00474E08"/>
    <w:rsid w:val="004902DD"/>
    <w:rsid w:val="004B2182"/>
    <w:rsid w:val="004F25E9"/>
    <w:rsid w:val="004F5F35"/>
    <w:rsid w:val="00507C6E"/>
    <w:rsid w:val="00513D47"/>
    <w:rsid w:val="00520EF2"/>
    <w:rsid w:val="005454E5"/>
    <w:rsid w:val="00587991"/>
    <w:rsid w:val="005C27C6"/>
    <w:rsid w:val="005D236C"/>
    <w:rsid w:val="005D306E"/>
    <w:rsid w:val="005F40D8"/>
    <w:rsid w:val="005F7DA1"/>
    <w:rsid w:val="00640A33"/>
    <w:rsid w:val="00645E62"/>
    <w:rsid w:val="00651D5C"/>
    <w:rsid w:val="00657F18"/>
    <w:rsid w:val="006662B5"/>
    <w:rsid w:val="00676803"/>
    <w:rsid w:val="006B0995"/>
    <w:rsid w:val="006B1504"/>
    <w:rsid w:val="006B2A86"/>
    <w:rsid w:val="007240C7"/>
    <w:rsid w:val="007355F4"/>
    <w:rsid w:val="00754CDF"/>
    <w:rsid w:val="00792936"/>
    <w:rsid w:val="00792AA7"/>
    <w:rsid w:val="007B013E"/>
    <w:rsid w:val="007E3EF4"/>
    <w:rsid w:val="00800880"/>
    <w:rsid w:val="00804E62"/>
    <w:rsid w:val="00864065"/>
    <w:rsid w:val="00864381"/>
    <w:rsid w:val="0087444F"/>
    <w:rsid w:val="008C3B5A"/>
    <w:rsid w:val="009110FF"/>
    <w:rsid w:val="00941F96"/>
    <w:rsid w:val="00964C4A"/>
    <w:rsid w:val="009911A6"/>
    <w:rsid w:val="0099368A"/>
    <w:rsid w:val="00997CFA"/>
    <w:rsid w:val="009A51C4"/>
    <w:rsid w:val="009C6B9E"/>
    <w:rsid w:val="009E531A"/>
    <w:rsid w:val="009F51D8"/>
    <w:rsid w:val="00A145AD"/>
    <w:rsid w:val="00A15C40"/>
    <w:rsid w:val="00A37797"/>
    <w:rsid w:val="00A55638"/>
    <w:rsid w:val="00A74ABF"/>
    <w:rsid w:val="00A9426F"/>
    <w:rsid w:val="00AA1717"/>
    <w:rsid w:val="00AA5BC4"/>
    <w:rsid w:val="00AB6DEA"/>
    <w:rsid w:val="00AC1641"/>
    <w:rsid w:val="00AC2F31"/>
    <w:rsid w:val="00AC75B6"/>
    <w:rsid w:val="00AE6759"/>
    <w:rsid w:val="00B034A9"/>
    <w:rsid w:val="00B15193"/>
    <w:rsid w:val="00B477CC"/>
    <w:rsid w:val="00B515D7"/>
    <w:rsid w:val="00B67DE0"/>
    <w:rsid w:val="00B911D0"/>
    <w:rsid w:val="00BB4D3D"/>
    <w:rsid w:val="00BC1160"/>
    <w:rsid w:val="00BF22F3"/>
    <w:rsid w:val="00BF31B3"/>
    <w:rsid w:val="00C12EFF"/>
    <w:rsid w:val="00C17166"/>
    <w:rsid w:val="00C40A30"/>
    <w:rsid w:val="00C43726"/>
    <w:rsid w:val="00C544D1"/>
    <w:rsid w:val="00C553C6"/>
    <w:rsid w:val="00C64081"/>
    <w:rsid w:val="00C77794"/>
    <w:rsid w:val="00C87737"/>
    <w:rsid w:val="00C9412A"/>
    <w:rsid w:val="00CA49D8"/>
    <w:rsid w:val="00CB41E0"/>
    <w:rsid w:val="00CB7087"/>
    <w:rsid w:val="00CE79B3"/>
    <w:rsid w:val="00CF4B98"/>
    <w:rsid w:val="00D0172A"/>
    <w:rsid w:val="00D04803"/>
    <w:rsid w:val="00D05ADD"/>
    <w:rsid w:val="00D90198"/>
    <w:rsid w:val="00D921CE"/>
    <w:rsid w:val="00DC4FFA"/>
    <w:rsid w:val="00DF5A35"/>
    <w:rsid w:val="00DF73B2"/>
    <w:rsid w:val="00E274A4"/>
    <w:rsid w:val="00E6251D"/>
    <w:rsid w:val="00E67841"/>
    <w:rsid w:val="00E72F05"/>
    <w:rsid w:val="00E82F6D"/>
    <w:rsid w:val="00E93A6A"/>
    <w:rsid w:val="00EA7C65"/>
    <w:rsid w:val="00EB02C4"/>
    <w:rsid w:val="00EC4760"/>
    <w:rsid w:val="00EE0D4D"/>
    <w:rsid w:val="00EF551A"/>
    <w:rsid w:val="00F111ED"/>
    <w:rsid w:val="00F168AB"/>
    <w:rsid w:val="00F52C6B"/>
    <w:rsid w:val="00F571F3"/>
    <w:rsid w:val="00F9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6ACA-A339-4EF9-99C4-BF417637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31B3"/>
  </w:style>
  <w:style w:type="paragraph" w:styleId="Kop1">
    <w:name w:val="heading 1"/>
    <w:basedOn w:val="Standaard"/>
    <w:next w:val="Standaard"/>
    <w:link w:val="Kop1Char"/>
    <w:uiPriority w:val="9"/>
    <w:qFormat/>
    <w:rsid w:val="00BF3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31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F31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3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BF31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BF31B3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BF31B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raster">
    <w:name w:val="Table Grid"/>
    <w:basedOn w:val="Standaardtabel"/>
    <w:uiPriority w:val="59"/>
    <w:rsid w:val="00100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6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4381"/>
  </w:style>
  <w:style w:type="paragraph" w:styleId="Voettekst">
    <w:name w:val="footer"/>
    <w:basedOn w:val="Standaard"/>
    <w:link w:val="VoettekstChar"/>
    <w:uiPriority w:val="99"/>
    <w:unhideWhenUsed/>
    <w:rsid w:val="0086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4381"/>
  </w:style>
  <w:style w:type="paragraph" w:styleId="Lijstalinea">
    <w:name w:val="List Paragraph"/>
    <w:basedOn w:val="Standaard"/>
    <w:uiPriority w:val="34"/>
    <w:qFormat/>
    <w:rsid w:val="00193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19eb1d4cbba88ca2759bbb770dcaa01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8592D106</Template>
  <TotalTime>0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Hagaziekenhuis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C.deKiewit</dc:creator>
  <cp:keywords/>
  <dc:description/>
  <cp:lastModifiedBy>M.vanderSnoe</cp:lastModifiedBy>
  <cp:revision>2</cp:revision>
  <dcterms:created xsi:type="dcterms:W3CDTF">2019-01-15T09:12:00Z</dcterms:created>
  <dcterms:modified xsi:type="dcterms:W3CDTF">2019-01-15T09:12:00Z</dcterms:modified>
</cp:coreProperties>
</file>